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AF307" w14:textId="77777777" w:rsidR="004C4A4B" w:rsidRPr="008948B5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8948B5">
        <w:rPr>
          <w:rFonts w:cs="Arial"/>
          <w:sz w:val="20"/>
        </w:rPr>
        <w:t>Písemná zpráva zadavatele</w:t>
      </w:r>
    </w:p>
    <w:p w14:paraId="671A36AC" w14:textId="77777777" w:rsidR="004C4A4B" w:rsidRPr="008948B5" w:rsidRDefault="004C4A4B" w:rsidP="004C4A4B">
      <w:pPr>
        <w:spacing w:line="280" w:lineRule="atLeast"/>
        <w:rPr>
          <w:rFonts w:cs="Arial"/>
          <w:b/>
          <w:bCs/>
        </w:rPr>
      </w:pPr>
      <w:r w:rsidRPr="008948B5">
        <w:rPr>
          <w:rFonts w:cs="Arial"/>
          <w:b/>
        </w:rPr>
        <w:t>ZADAVATEL:</w:t>
      </w:r>
      <w:r w:rsidRPr="008948B5">
        <w:rPr>
          <w:rFonts w:cs="Arial"/>
          <w:b/>
        </w:rPr>
        <w:tab/>
      </w:r>
      <w:r w:rsidRPr="008948B5">
        <w:rPr>
          <w:rFonts w:cs="Arial"/>
          <w:b/>
        </w:rPr>
        <w:tab/>
      </w:r>
      <w:r w:rsidRPr="008948B5">
        <w:rPr>
          <w:rFonts w:cs="Arial"/>
        </w:rPr>
        <w:t>Univerzita Jana Evangelisty Purkyně v Ústí nad Labem</w:t>
      </w:r>
    </w:p>
    <w:p w14:paraId="73B04A3C" w14:textId="77777777" w:rsidR="004C4A4B" w:rsidRPr="008948B5" w:rsidRDefault="004C4A4B" w:rsidP="004C4A4B">
      <w:pPr>
        <w:spacing w:line="280" w:lineRule="atLeast"/>
        <w:rPr>
          <w:rFonts w:cs="Arial"/>
        </w:rPr>
      </w:pPr>
      <w:r w:rsidRPr="008948B5">
        <w:rPr>
          <w:rFonts w:cs="Arial"/>
        </w:rPr>
        <w:t xml:space="preserve">Sídlem: </w:t>
      </w:r>
      <w:r w:rsidRPr="008948B5">
        <w:rPr>
          <w:rFonts w:cs="Arial"/>
        </w:rPr>
        <w:tab/>
      </w:r>
      <w:r w:rsidRPr="008948B5">
        <w:rPr>
          <w:rFonts w:cs="Arial"/>
        </w:rPr>
        <w:tab/>
        <w:t>Pasteurova 1, 400 96 Ústí nad Labem</w:t>
      </w:r>
    </w:p>
    <w:p w14:paraId="4D1CD343" w14:textId="77777777" w:rsidR="004C4A4B" w:rsidRPr="008948B5" w:rsidRDefault="004C4A4B" w:rsidP="004C4A4B">
      <w:pPr>
        <w:spacing w:line="280" w:lineRule="atLeast"/>
        <w:rPr>
          <w:rFonts w:cs="Arial"/>
        </w:rPr>
      </w:pPr>
      <w:r w:rsidRPr="008948B5">
        <w:rPr>
          <w:rFonts w:cs="Arial"/>
        </w:rPr>
        <w:t>Zastoupený:</w:t>
      </w:r>
      <w:r w:rsidRPr="008948B5">
        <w:rPr>
          <w:rFonts w:cs="Arial"/>
        </w:rPr>
        <w:tab/>
      </w:r>
      <w:r w:rsidRPr="008948B5">
        <w:rPr>
          <w:rFonts w:cs="Arial"/>
        </w:rPr>
        <w:tab/>
        <w:t>doc. RNDr. Martin Balej, Ph.D., rektor</w:t>
      </w:r>
    </w:p>
    <w:p w14:paraId="65E187BB" w14:textId="77777777" w:rsidR="004C4A4B" w:rsidRPr="008948B5" w:rsidRDefault="004C4A4B" w:rsidP="004C4A4B">
      <w:pPr>
        <w:spacing w:line="280" w:lineRule="atLeast"/>
        <w:rPr>
          <w:rFonts w:cs="Arial"/>
        </w:rPr>
      </w:pPr>
      <w:r w:rsidRPr="008948B5">
        <w:rPr>
          <w:rFonts w:cs="Arial"/>
        </w:rPr>
        <w:t xml:space="preserve">IČ: </w:t>
      </w:r>
      <w:r w:rsidRPr="008948B5">
        <w:rPr>
          <w:rFonts w:cs="Arial"/>
        </w:rPr>
        <w:tab/>
      </w:r>
      <w:r w:rsidRPr="008948B5">
        <w:rPr>
          <w:rFonts w:cs="Arial"/>
        </w:rPr>
        <w:tab/>
      </w:r>
      <w:r w:rsidRPr="008948B5">
        <w:rPr>
          <w:rFonts w:cs="Arial"/>
        </w:rPr>
        <w:tab/>
        <w:t>44555601</w:t>
      </w:r>
    </w:p>
    <w:p w14:paraId="1820FB56" w14:textId="77777777" w:rsidR="004C4A4B" w:rsidRPr="008948B5" w:rsidRDefault="004C4A4B" w:rsidP="004C4A4B">
      <w:pPr>
        <w:spacing w:line="280" w:lineRule="atLeast"/>
        <w:rPr>
          <w:rFonts w:cs="Arial"/>
          <w:noProof/>
        </w:rPr>
      </w:pPr>
    </w:p>
    <w:p w14:paraId="4456C305" w14:textId="77777777" w:rsidR="004C4A4B" w:rsidRPr="008948B5" w:rsidRDefault="004C4A4B" w:rsidP="004C4A4B">
      <w:pPr>
        <w:spacing w:line="280" w:lineRule="atLeast"/>
        <w:rPr>
          <w:rFonts w:cs="Arial"/>
          <w:b/>
          <w:noProof/>
        </w:rPr>
      </w:pPr>
      <w:r w:rsidRPr="008948B5">
        <w:rPr>
          <w:rFonts w:cs="Arial"/>
          <w:b/>
          <w:noProof/>
        </w:rPr>
        <w:t>Veřejná zakázka:</w:t>
      </w:r>
    </w:p>
    <w:p w14:paraId="4F847A2C" w14:textId="77777777" w:rsidR="004C4A4B" w:rsidRPr="008948B5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8948B5">
        <w:rPr>
          <w:rFonts w:ascii="Tahoma" w:hAnsi="Tahoma" w:cs="Tahoma"/>
          <w:b/>
          <w:color w:val="000000"/>
          <w:sz w:val="18"/>
          <w:szCs w:val="18"/>
        </w:rPr>
        <w:t>Část 8 Inkubátor s orbitálním pohybem</w:t>
      </w:r>
    </w:p>
    <w:p w14:paraId="284FBE48" w14:textId="77777777" w:rsidR="004C4A4B" w:rsidRPr="008948B5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164390E6" w14:textId="77777777" w:rsidR="004C4A4B" w:rsidRPr="008948B5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8948B5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8948B5">
        <w:rPr>
          <w:rFonts w:ascii="Arial" w:eastAsia="MS Mincho" w:hAnsi="Arial" w:cs="Arial"/>
          <w:sz w:val="20"/>
          <w:szCs w:val="20"/>
        </w:rPr>
        <w:t>,</w:t>
      </w:r>
      <w:r w:rsidRPr="008948B5">
        <w:rPr>
          <w:rFonts w:ascii="Arial" w:hAnsi="Arial" w:cs="Arial"/>
          <w:sz w:val="20"/>
          <w:szCs w:val="20"/>
        </w:rPr>
        <w:t xml:space="preserve"> vyhotovil</w:t>
      </w:r>
      <w:r w:rsidRPr="008948B5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8948B5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391A78A2" w14:textId="77777777" w:rsidR="004C4A4B" w:rsidRPr="008948B5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8948B5" w14:paraId="629ED1A7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4792B7B7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8948B5" w14:paraId="37580C6C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1DDDC46" w14:textId="77777777" w:rsidR="004C4A4B" w:rsidRPr="008948B5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8948B5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8948B5" w14:paraId="2BEF9E17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47E15E68" w14:textId="77777777" w:rsidR="004C4A4B" w:rsidRPr="008948B5" w:rsidRDefault="004C4A4B" w:rsidP="00B74B65">
            <w:pPr>
              <w:jc w:val="left"/>
              <w:rPr>
                <w:lang w:val="x-none"/>
              </w:rPr>
            </w:pPr>
            <w:r w:rsidRPr="008948B5">
              <w:rPr>
                <w:rFonts w:cs="Arial"/>
              </w:rPr>
              <w:t xml:space="preserve">Předmětem plnění této veřejné zakázky je </w:t>
            </w:r>
            <w:r w:rsidRPr="008948B5">
              <w:rPr>
                <w:rFonts w:cs="Arial"/>
                <w:i/>
                <w:lang w:val="x-none"/>
              </w:rPr>
              <w:t>„</w:t>
            </w: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Část 8 Inkubátor s orbitálním pohybem</w:t>
            </w:r>
            <w:r w:rsidRPr="008948B5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8948B5" w14:paraId="201D275C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229097D2" w14:textId="77777777" w:rsidR="004C4A4B" w:rsidRPr="008948B5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8948B5" w14:paraId="3C7F7F34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197BC69F" w14:textId="0238A6F1" w:rsidR="004C4A4B" w:rsidRPr="008948B5" w:rsidRDefault="004C4A4B" w:rsidP="00B74B65">
            <w:pPr>
              <w:spacing w:line="280" w:lineRule="atLeast"/>
              <w:rPr>
                <w:rFonts w:cs="Arial"/>
              </w:rPr>
            </w:pPr>
            <w:r w:rsidRPr="008948B5">
              <w:rPr>
                <w:rFonts w:cs="Arial"/>
              </w:rPr>
              <w:t xml:space="preserve">Zjednodušené podlimitní </w:t>
            </w:r>
          </w:p>
        </w:tc>
      </w:tr>
    </w:tbl>
    <w:p w14:paraId="023FC5A3" w14:textId="77777777" w:rsidR="004C4A4B" w:rsidRPr="008948B5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8948B5" w14:paraId="4C2ED8C3" w14:textId="77777777" w:rsidTr="00B74B65">
        <w:tc>
          <w:tcPr>
            <w:tcW w:w="7707" w:type="dxa"/>
            <w:shd w:val="clear" w:color="auto" w:fill="D9D9D9"/>
          </w:tcPr>
          <w:p w14:paraId="638DA63A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8948B5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3C3E8B94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8948B5" w14:paraId="3FDFC4A6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467D8555" w14:textId="77777777" w:rsidR="004C4A4B" w:rsidRPr="008948B5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948B5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5870DC2E" w14:textId="77777777" w:rsidR="004C4A4B" w:rsidRPr="008948B5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948B5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7CBBA36E" w14:textId="77777777" w:rsidR="004C4A4B" w:rsidRPr="008948B5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948B5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4579A12E" w14:textId="77777777" w:rsidR="004C4A4B" w:rsidRPr="008948B5" w:rsidRDefault="004C4A4B" w:rsidP="00B74B65">
            <w:pPr>
              <w:jc w:val="center"/>
              <w:rPr>
                <w:rFonts w:cs="Arial"/>
                <w:b/>
              </w:rPr>
            </w:pPr>
          </w:p>
          <w:p w14:paraId="6629430A" w14:textId="77777777" w:rsidR="004C4A4B" w:rsidRPr="008948B5" w:rsidRDefault="004C4A4B" w:rsidP="00B74B65">
            <w:pPr>
              <w:jc w:val="center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57FDD4F6" w14:textId="77777777" w:rsidR="004C4A4B" w:rsidRPr="008948B5" w:rsidRDefault="004C4A4B" w:rsidP="00B74B65">
            <w:pPr>
              <w:jc w:val="center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Datum doručení nabídky</w:t>
            </w:r>
          </w:p>
        </w:tc>
      </w:tr>
      <w:tr w:rsidR="004C4A4B" w:rsidRPr="008948B5" w14:paraId="57EA06FC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0687E1A2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  <w:p w14:paraId="25E7C8B6" w14:textId="77777777" w:rsidR="004C4A4B" w:rsidRPr="008948B5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80BC52F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Eppendorf Czech &amp; Slovakia s.r.o.</w:t>
            </w:r>
          </w:p>
          <w:p w14:paraId="06987877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22521F49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27939031</w:t>
            </w:r>
          </w:p>
          <w:p w14:paraId="4386F3E2" w14:textId="77777777" w:rsidR="004C4A4B" w:rsidRPr="008948B5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2B470011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Voděradská 2552/16</w:t>
            </w: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25101 Říčany</w:t>
            </w:r>
          </w:p>
          <w:p w14:paraId="5DDA5348" w14:textId="77777777" w:rsidR="004C4A4B" w:rsidRPr="008948B5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1BB9D975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16. 3. 2022 17:48</w:t>
            </w:r>
          </w:p>
          <w:p w14:paraId="43D83159" w14:textId="77777777" w:rsidR="004C4A4B" w:rsidRPr="008948B5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8948B5" w14:paraId="0B8F5B4B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481AE1B7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4A520019" w14:textId="77777777" w:rsidR="004C4A4B" w:rsidRPr="008948B5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6DA9806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4B06E8F5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6323E37B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72DAD5C6" w14:textId="77777777" w:rsidR="004C4A4B" w:rsidRPr="008948B5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504802F1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75A5B4AF" w14:textId="77777777" w:rsidR="004C4A4B" w:rsidRPr="008948B5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7111954F" w14:textId="77777777" w:rsidR="004C4A4B" w:rsidRPr="008948B5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4A99DBBA" w14:textId="77777777" w:rsidR="004C4A4B" w:rsidRPr="008948B5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15AE153B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27128C3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8948B5" w14:paraId="5664AC68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5A35A0BF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8948B5" w14:paraId="2AA0916D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6F36F6A2" w14:textId="77777777" w:rsidR="004C4A4B" w:rsidRPr="008948B5" w:rsidRDefault="004C4A4B" w:rsidP="00B74B65">
            <w:pPr>
              <w:contextualSpacing/>
              <w:rPr>
                <w:rFonts w:cs="Arial"/>
              </w:rPr>
            </w:pPr>
            <w:r w:rsidRPr="008948B5">
              <w:rPr>
                <w:rFonts w:cs="Arial"/>
              </w:rPr>
              <w:t xml:space="preserve">Nedošlo k vyloučení </w:t>
            </w:r>
          </w:p>
        </w:tc>
      </w:tr>
    </w:tbl>
    <w:p w14:paraId="6CF7BDB7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735FB61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8948B5" w14:paraId="435396BA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6CF9B9A3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78CA48CA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8948B5" w14:paraId="71A6CBCE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03576AD1" w14:textId="77777777" w:rsidR="00CC283E" w:rsidRPr="008948B5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948B5">
              <w:rPr>
                <w:rFonts w:eastAsia="Calibri" w:cs="Arial"/>
                <w:b/>
                <w:lang w:eastAsia="en-US"/>
              </w:rPr>
              <w:lastRenderedPageBreak/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4BA98A19" w14:textId="77777777" w:rsidR="00CC283E" w:rsidRPr="008948B5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948B5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4223C76F" w14:textId="77777777" w:rsidR="00CC283E" w:rsidRPr="008948B5" w:rsidRDefault="00CC283E" w:rsidP="00FA2945">
            <w:pPr>
              <w:jc w:val="center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Nabídková cena v Kč bez DPH</w:t>
            </w:r>
          </w:p>
        </w:tc>
      </w:tr>
      <w:tr w:rsidR="00CC283E" w:rsidRPr="008948B5" w14:paraId="20E05B16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26E59FEA" w14:textId="77777777" w:rsidR="00CC283E" w:rsidRPr="008948B5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52349412" w14:textId="77777777" w:rsidR="00CC283E" w:rsidRPr="008948B5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46215BFE" w14:textId="77777777" w:rsidR="00CC283E" w:rsidRPr="008948B5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Eppendorf Czech &amp; Slovakia s.r.o.</w:t>
            </w:r>
          </w:p>
          <w:p w14:paraId="08D2F6DE" w14:textId="77777777" w:rsidR="00CC283E" w:rsidRPr="008948B5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20556317" w14:textId="4C22860C" w:rsidR="00CC283E" w:rsidRPr="008948B5" w:rsidRDefault="008948B5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948B5">
              <w:rPr>
                <w:rFonts w:ascii="Tahoma" w:hAnsi="Tahoma" w:cs="Tahoma"/>
                <w:color w:val="000000"/>
                <w:sz w:val="18"/>
                <w:szCs w:val="18"/>
              </w:rPr>
              <w:t>550 486,40 Kč</w:t>
            </w:r>
          </w:p>
          <w:p w14:paraId="06C724ED" w14:textId="77777777" w:rsidR="00CC283E" w:rsidRPr="008948B5" w:rsidRDefault="00CC283E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21172407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0FCDD9DE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8948B5" w14:paraId="1626F946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672BCB66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8948B5" w14:paraId="46CD36B5" w14:textId="77777777" w:rsidTr="00B74B65">
        <w:trPr>
          <w:trHeight w:val="264"/>
        </w:trPr>
        <w:tc>
          <w:tcPr>
            <w:tcW w:w="3287" w:type="dxa"/>
          </w:tcPr>
          <w:p w14:paraId="7035B783" w14:textId="77777777" w:rsidR="004C4A4B" w:rsidRPr="008948B5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57CE088F" w14:textId="77777777" w:rsidR="004C4A4B" w:rsidRPr="008948B5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162B4C6A" w14:textId="77777777" w:rsidR="004C4A4B" w:rsidRPr="008948B5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161F38A8" w14:textId="77777777" w:rsidR="004C4A4B" w:rsidRPr="008948B5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8948B5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49B8A801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8948B5" w14:paraId="68536145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4C11F791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8948B5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8948B5" w14:paraId="3F9E779A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61C78DF9" w14:textId="77777777" w:rsidR="004C4A4B" w:rsidRPr="008948B5" w:rsidRDefault="004C4A4B" w:rsidP="00B74B65">
            <w:pPr>
              <w:spacing w:line="280" w:lineRule="atLeast"/>
              <w:rPr>
                <w:rFonts w:cs="Arial"/>
              </w:rPr>
            </w:pPr>
            <w:r w:rsidRPr="008948B5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3D5F293C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8948B5" w14:paraId="37457309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06BDB7EB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8948B5" w14:paraId="01D28603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7E5AF0BD" w14:textId="77777777" w:rsidR="004C4A4B" w:rsidRPr="008948B5" w:rsidRDefault="004C4A4B" w:rsidP="00B74B65">
            <w:pPr>
              <w:spacing w:line="280" w:lineRule="atLeast"/>
              <w:rPr>
                <w:rFonts w:cs="Arial"/>
              </w:rPr>
            </w:pPr>
            <w:r w:rsidRPr="008948B5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046BE49B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8948B5" w14:paraId="06791B52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3A2DB4AD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8948B5" w14:paraId="4C9E5449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6F19D21B" w14:textId="77777777" w:rsidR="004C4A4B" w:rsidRPr="008948B5" w:rsidRDefault="004C4A4B" w:rsidP="00B74B65">
            <w:pPr>
              <w:spacing w:line="280" w:lineRule="atLeast"/>
              <w:rPr>
                <w:rFonts w:cs="Arial"/>
              </w:rPr>
            </w:pPr>
            <w:r w:rsidRPr="008948B5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711465BC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8948B5" w14:paraId="45150D25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368FC8BF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8948B5" w14:paraId="27829AB8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53A62267" w14:textId="77777777" w:rsidR="004C4A4B" w:rsidRPr="008948B5" w:rsidRDefault="004C4A4B" w:rsidP="00B74B65">
            <w:pPr>
              <w:spacing w:line="280" w:lineRule="atLeast"/>
              <w:rPr>
                <w:rFonts w:cs="Arial"/>
              </w:rPr>
            </w:pPr>
            <w:r w:rsidRPr="008948B5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58763B64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8948B5" w14:paraId="5AB044C6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4AD14E29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8948B5" w14:paraId="5C83C5C5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374B3D84" w14:textId="7597B3AF" w:rsidR="004C4A4B" w:rsidRPr="008948B5" w:rsidRDefault="004C4A4B" w:rsidP="00B74B65">
            <w:pPr>
              <w:spacing w:line="280" w:lineRule="atLeast"/>
              <w:rPr>
                <w:rFonts w:cs="Arial"/>
              </w:rPr>
            </w:pPr>
            <w:r w:rsidRPr="008948B5">
              <w:rPr>
                <w:rFonts w:cs="Arial"/>
              </w:rPr>
              <w:t xml:space="preserve">Nejedná se o nadlimitní zakázku </w:t>
            </w:r>
          </w:p>
        </w:tc>
      </w:tr>
    </w:tbl>
    <w:p w14:paraId="46470815" w14:textId="77777777" w:rsidR="004C4A4B" w:rsidRPr="008948B5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8948B5" w14:paraId="6786CBFA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2E0DEE96" w14:textId="77777777" w:rsidR="004C4A4B" w:rsidRPr="008948B5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8948B5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3A824435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394C2DB5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8948B5">
              <w:rPr>
                <w:rFonts w:cs="Arial"/>
              </w:rPr>
              <w:t>Zadavatel nepožadoval.</w:t>
            </w:r>
          </w:p>
        </w:tc>
      </w:tr>
    </w:tbl>
    <w:p w14:paraId="327F7BB9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365C2AA4" w14:textId="77777777" w:rsidR="004C4A4B" w:rsidRDefault="004C4A4B" w:rsidP="004C4A4B"/>
    <w:p w14:paraId="08DC9CD7" w14:textId="77777777" w:rsidR="004C4A4B" w:rsidRDefault="004C4A4B" w:rsidP="004C4A4B"/>
    <w:p w14:paraId="12798D9E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F365" w14:textId="77777777" w:rsidR="00CC283E" w:rsidRDefault="00CC283E">
      <w:r>
        <w:separator/>
      </w:r>
    </w:p>
  </w:endnote>
  <w:endnote w:type="continuationSeparator" w:id="0">
    <w:p w14:paraId="0C0BC0DD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77C80" w14:textId="77777777" w:rsidR="004E2028" w:rsidRDefault="008948B5"/>
  <w:p w14:paraId="3EB04006" w14:textId="77777777" w:rsidR="004E2028" w:rsidRDefault="008948B5">
    <w:pPr>
      <w:pStyle w:val="patickacara"/>
    </w:pPr>
  </w:p>
  <w:p w14:paraId="0A94F409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134B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30715FEB" wp14:editId="0879830E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23870342" w14:textId="77777777" w:rsidR="004E2028" w:rsidRDefault="008948B5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B200" w14:textId="77777777" w:rsidR="00CC283E" w:rsidRDefault="00CC283E">
      <w:r>
        <w:separator/>
      </w:r>
    </w:p>
  </w:footnote>
  <w:footnote w:type="continuationSeparator" w:id="0">
    <w:p w14:paraId="6622EE8A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0D80" w14:textId="77777777" w:rsidR="004E2028" w:rsidRDefault="008948B5">
    <w:pPr>
      <w:pStyle w:val="Zhlav"/>
    </w:pPr>
  </w:p>
  <w:p w14:paraId="3FA0A491" w14:textId="77777777" w:rsidR="004E2028" w:rsidRDefault="008948B5">
    <w:pPr>
      <w:pStyle w:val="Zhlav"/>
    </w:pPr>
  </w:p>
  <w:p w14:paraId="10D629F1" w14:textId="77777777" w:rsidR="004E2028" w:rsidRDefault="008948B5">
    <w:pPr>
      <w:pStyle w:val="Zhlav"/>
    </w:pPr>
  </w:p>
  <w:p w14:paraId="0313BF2C" w14:textId="77777777" w:rsidR="004E2028" w:rsidRDefault="004C4A4B">
    <w:pPr>
      <w:pStyle w:val="Zhlav"/>
    </w:pPr>
    <w:r>
      <w:rPr>
        <w:i w:val="0"/>
      </w:rPr>
      <w:t>Nabídka è.</w:t>
    </w:r>
  </w:p>
  <w:p w14:paraId="2799AC70" w14:textId="77777777" w:rsidR="004E2028" w:rsidRDefault="008948B5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917A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6050005" wp14:editId="18DEA51F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8948B5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1050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2</TotalTime>
  <Pages>2</Pages>
  <Words>390</Words>
  <Characters>2301</Characters>
  <Application>Microsoft Office Word</Application>
  <DocSecurity>0</DocSecurity>
  <Lines>19</Lines>
  <Paragraphs>5</Paragraphs>
  <ScaleCrop>false</ScaleCrop>
  <Company>REK UJEP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2022-09-06T11:21:00Z</dcterms:created>
  <dcterms:modified xsi:type="dcterms:W3CDTF">2022-09-06T11:21:00Z</dcterms:modified>
</cp:coreProperties>
</file>